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0CE58ECA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5435D32D" w14:textId="78154132" w:rsidR="00E10BA9" w:rsidRDefault="00B7608B" w:rsidP="00D57CD8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632C8E">
              <w:t>T</w:t>
            </w:r>
            <w:r w:rsidR="0057727D">
              <w:t>anel</w:t>
            </w:r>
            <w:r w:rsidR="0006623D">
              <w:t xml:space="preserve"> </w:t>
            </w:r>
            <w:r w:rsidR="0057727D">
              <w:t>Mäger</w:t>
            </w:r>
          </w:p>
          <w:p w14:paraId="2366F39E" w14:textId="60B57A7D" w:rsidR="00E10BA9" w:rsidRDefault="005F41AE" w:rsidP="00D57CD8">
            <w:pPr>
              <w:framePr w:w="9582" w:h="2155" w:wrap="notBeside" w:vAnchor="page" w:hAnchor="page" w:x="1702" w:y="3063"/>
              <w:rPr>
                <w:noProof/>
              </w:rPr>
            </w:pPr>
            <w:r>
              <w:rPr>
                <w:noProof/>
              </w:rPr>
              <w:t>Kobras OÜ</w:t>
            </w:r>
          </w:p>
          <w:p w14:paraId="5C2B83EE" w14:textId="78BF362E" w:rsidR="00BB32E2" w:rsidRDefault="00BB32E2" w:rsidP="00D57CD8">
            <w:pPr>
              <w:framePr w:w="9582" w:h="2155" w:wrap="notBeside" w:vAnchor="page" w:hAnchor="page" w:x="1702" w:y="3063"/>
              <w:rPr>
                <w:noProof/>
              </w:rPr>
            </w:pPr>
            <w:r w:rsidRPr="00BB32E2">
              <w:rPr>
                <w:noProof/>
              </w:rPr>
              <w:t>t</w:t>
            </w:r>
            <w:r w:rsidR="005F41AE">
              <w:rPr>
                <w:noProof/>
              </w:rPr>
              <w:t>anel@kobras.ee</w:t>
            </w:r>
            <w:r w:rsidRPr="00BB32E2">
              <w:rPr>
                <w:noProof/>
              </w:rPr>
              <w:t xml:space="preserve"> </w:t>
            </w:r>
          </w:p>
          <w:p w14:paraId="4560476B" w14:textId="43696360" w:rsidR="00E85637" w:rsidRDefault="00B7608B" w:rsidP="00BA3914">
            <w:pPr>
              <w:framePr w:w="9582" w:h="2155" w:wrap="notBeside" w:vAnchor="page" w:hAnchor="page" w:x="1702" w:y="3063"/>
            </w:pPr>
            <w:r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19A0A997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4396D7E7" w14:textId="606B3F0D" w:rsidR="00E85637" w:rsidRDefault="00B7608B" w:rsidP="00BA3914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1"/>
                  <w:enabled/>
                  <w:calcOnExit w:val="0"/>
                  <w:helpText w:type="text" w:val="Sisestage siia saabunud kirja kuupäev.&#10;&#10;Näiteks: 01.05.2014 &#10;&#10;Seejärel liikuge Tab klahviga järgmisele väljale."/>
                  <w:statusText w:type="text" w:val="Sisestage siia saabunud kirja kuupäev (vt F1)"/>
                  <w:textInput>
                    <w:maxLength w:val="40"/>
                  </w:textInput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 w:rsidR="006E21B7">
              <w:t>03</w:t>
            </w:r>
            <w:r w:rsidR="00D57CD8">
              <w:rPr>
                <w:noProof/>
              </w:rPr>
              <w:t>.0</w:t>
            </w:r>
            <w:r w:rsidR="00A73896">
              <w:rPr>
                <w:noProof/>
              </w:rPr>
              <w:t>6</w:t>
            </w:r>
            <w:r w:rsidR="00E270D5">
              <w:rPr>
                <w:noProof/>
              </w:rPr>
              <w:t>.20</w:t>
            </w:r>
            <w:r w:rsidR="00D57CD8">
              <w:rPr>
                <w:noProof/>
              </w:rPr>
              <w:t>2</w:t>
            </w:r>
            <w:r w:rsidR="001C331B">
              <w:rPr>
                <w:noProof/>
              </w:rPr>
              <w:t>4</w:t>
            </w:r>
            <w:r>
              <w:fldChar w:fldCharType="end"/>
            </w:r>
            <w:bookmarkEnd w:id="1"/>
            <w:r w:rsidR="00356C40">
              <w:t xml:space="preserve"> nr </w:t>
            </w:r>
            <w:r>
              <w:fldChar w:fldCharType="begin">
                <w:ffData>
                  <w:name w:val="Text50"/>
                  <w:enabled/>
                  <w:calcOnExit w:val="0"/>
                  <w:helpText w:type="text" w:val="Sisestage siia saabunud kirja viit.&#10;&#10;Näiteks: 2-1/312&#10;&#10;Seejärel liikuge Tab klahviga järgmisele väljale."/>
                  <w:statusText w:type="text" w:val="Sisestage siia saabunud kirja viit (vt F1)"/>
                  <w:textInput/>
                </w:ffData>
              </w:fldChar>
            </w:r>
            <w:bookmarkStart w:id="2" w:name="Text50"/>
            <w:r>
              <w:instrText xml:space="preserve"> FORMTEXT </w:instrText>
            </w:r>
            <w:r>
              <w:fldChar w:fldCharType="separate"/>
            </w:r>
            <w:r w:rsidR="006E21B7">
              <w:t>1-2/258</w:t>
            </w:r>
            <w:r>
              <w:fldChar w:fldCharType="end"/>
            </w:r>
            <w:bookmarkEnd w:id="2"/>
          </w:p>
        </w:tc>
      </w:tr>
      <w:tr w:rsidR="00E85637" w14:paraId="0FC09687" w14:textId="77777777">
        <w:trPr>
          <w:cantSplit/>
          <w:trHeight w:val="743"/>
        </w:trPr>
        <w:tc>
          <w:tcPr>
            <w:tcW w:w="5216" w:type="dxa"/>
            <w:vMerge/>
          </w:tcPr>
          <w:p w14:paraId="5DA39500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679814FD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506A0EA4" w14:textId="7B729DC3" w:rsidR="00E85637" w:rsidRDefault="00B7608B" w:rsidP="00AE6FC9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57CD8">
              <w:rPr>
                <w:noProof/>
              </w:rPr>
              <w:t>(digiallkirja kuupäev)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3" w:name="Text51"/>
            <w:r>
              <w:instrText xml:space="preserve"> FORMTEXT </w:instrText>
            </w:r>
            <w:r>
              <w:fldChar w:fldCharType="separate"/>
            </w:r>
            <w:r w:rsidR="00D57CD8">
              <w:rPr>
                <w:noProof/>
              </w:rPr>
              <w:t>3-1.1/202</w:t>
            </w:r>
            <w:r w:rsidR="001C331B">
              <w:rPr>
                <w:noProof/>
              </w:rPr>
              <w:t>4</w:t>
            </w:r>
            <w:r w:rsidR="00D57CD8">
              <w:rPr>
                <w:noProof/>
              </w:rPr>
              <w:t>/</w:t>
            </w:r>
            <w:r w:rsidR="00A63148">
              <w:rPr>
                <w:noProof/>
              </w:rPr>
              <w:t>4149</w:t>
            </w:r>
            <w:r>
              <w:fldChar w:fldCharType="end"/>
            </w:r>
            <w:bookmarkEnd w:id="3"/>
          </w:p>
        </w:tc>
      </w:tr>
      <w:tr w:rsidR="00E85637" w14:paraId="36762D26" w14:textId="77777777">
        <w:trPr>
          <w:cantSplit/>
          <w:trHeight w:hRule="exact" w:val="23"/>
        </w:trPr>
        <w:tc>
          <w:tcPr>
            <w:tcW w:w="5216" w:type="dxa"/>
          </w:tcPr>
          <w:p w14:paraId="6A5B7090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50FA3501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29D04866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6EAED834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44A93515" w14:textId="77777777" w:rsidR="00E85637" w:rsidRDefault="00E85637">
      <w:pPr>
        <w:rPr>
          <w:spacing w:val="0"/>
          <w:position w:val="0"/>
          <w:sz w:val="20"/>
        </w:rPr>
      </w:pPr>
    </w:p>
    <w:p w14:paraId="2A663993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GB" w:eastAsia="en-GB"/>
        </w:rPr>
        <w:drawing>
          <wp:inline distT="0" distB="0" distL="0" distR="0" wp14:anchorId="0C545D80" wp14:editId="1B93A97B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BB992A" w14:textId="02B114E5" w:rsidR="00E85637" w:rsidRDefault="00B7608B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Järelepäri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bookmarkStart w:id="4" w:name="Text7"/>
      <w:r>
        <w:instrText xml:space="preserve"> FORMTEXT </w:instrText>
      </w:r>
      <w:r>
        <w:fldChar w:fldCharType="separate"/>
      </w:r>
      <w:r w:rsidR="00F24E95">
        <w:t xml:space="preserve"> T</w:t>
      </w:r>
      <w:r w:rsidR="00913523">
        <w:t>ee teekaitse</w:t>
      </w:r>
      <w:r w:rsidR="00AF34FA">
        <w:t>vöönd</w:t>
      </w:r>
      <w:r w:rsidR="006615A1">
        <w:t>i ulatus</w:t>
      </w:r>
      <w:r>
        <w:fldChar w:fldCharType="end"/>
      </w:r>
      <w:bookmarkEnd w:id="4"/>
    </w:p>
    <w:p w14:paraId="6DEFB526" w14:textId="77777777" w:rsidR="00E85637" w:rsidRDefault="00E85637"/>
    <w:p w14:paraId="20056B4B" w14:textId="77777777" w:rsidR="00E85637" w:rsidRDefault="00E85637">
      <w:pPr>
        <w:rPr>
          <w:sz w:val="26"/>
        </w:rPr>
      </w:pPr>
    </w:p>
    <w:p w14:paraId="0AF1D2B9" w14:textId="1D6F1977" w:rsidR="007B7275" w:rsidRDefault="007B7275" w:rsidP="007B7275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noProof/>
          <w:spacing w:val="0"/>
          <w:position w:val="0"/>
        </w:rPr>
        <w:t>Austatud</w:t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ui on vaja vormistada blanketile perekonnanime ette tiitel, siis valige sellest valikust: &#10;&#10;Näiteks:    proua&#10;&#10;Seejärel liikuge Tab klahviga järgmisele väljale."/>
            <w:statusText w:type="text" w:val="Valige rippmenüüst sobiv tiitel (vt F1)."/>
            <w:ddList>
              <w:listEntry w:val=" härra "/>
              <w:listEntry w:val=" proua "/>
              <w:listEntry w:val=" preili "/>
              <w:listEntry w:val=" 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000000">
        <w:rPr>
          <w:spacing w:val="0"/>
          <w:position w:val="0"/>
        </w:rPr>
      </w:r>
      <w:r w:rsidR="00000000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Text35"/>
            <w:enabled/>
            <w:calcOnExit w:val="0"/>
            <w:helpText w:type="text" w:val="Kirja saaja perekonnanimi. &#10;&#10;Näiteks:    Mägi&#10;&#10;Seejärel liikuge Tab klahviga järgmisele väljale."/>
            <w:statusText w:type="text" w:val="Kirjutage siia välja kirja saaja perekonnanimi  (vt F1)"/>
            <w:textInput>
              <w:maxLength w:val="60"/>
            </w:textInput>
          </w:ffData>
        </w:fldChar>
      </w:r>
      <w:bookmarkStart w:id="5" w:name="Text35"/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 w:rsidR="002022B7">
        <w:rPr>
          <w:spacing w:val="0"/>
          <w:position w:val="0"/>
        </w:rPr>
        <w:t>Mäger</w:t>
      </w:r>
      <w:r>
        <w:rPr>
          <w:spacing w:val="0"/>
          <w:position w:val="0"/>
        </w:rPr>
        <w:fldChar w:fldCharType="end"/>
      </w:r>
      <w:bookmarkEnd w:id="5"/>
    </w:p>
    <w:p w14:paraId="7A2DB8B4" w14:textId="77777777" w:rsidR="00E85637" w:rsidRDefault="00E85637"/>
    <w:p w14:paraId="4713C5C1" w14:textId="77777777" w:rsidR="00E85637" w:rsidRDefault="00E85637">
      <w:pPr>
        <w:rPr>
          <w:sz w:val="18"/>
        </w:rPr>
      </w:pPr>
    </w:p>
    <w:p w14:paraId="5C965A66" w14:textId="77777777" w:rsidR="00E85637" w:rsidRDefault="00E85637">
      <w:pPr>
        <w:sectPr w:rsidR="00E85637" w:rsidSect="002C7C59">
          <w:headerReference w:type="default" r:id="rId12"/>
          <w:footerReference w:type="default" r:id="rId13"/>
          <w:headerReference w:type="first" r:id="rId14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797C2BE8" w14:textId="5981B892" w:rsidR="00AF670D" w:rsidRPr="00595B96" w:rsidRDefault="00AF670D">
      <w:pPr>
        <w:rPr>
          <w:szCs w:val="24"/>
        </w:rPr>
      </w:pPr>
      <w:r>
        <w:br/>
      </w:r>
      <w:r w:rsidRPr="00595B96">
        <w:rPr>
          <w:color w:val="242424"/>
          <w:szCs w:val="24"/>
          <w:shd w:val="clear" w:color="auto" w:fill="FFFFFF"/>
        </w:rPr>
        <w:t xml:space="preserve">Annate teada </w:t>
      </w:r>
      <w:r w:rsidR="004D2366" w:rsidRPr="00595B96">
        <w:rPr>
          <w:color w:val="242424"/>
          <w:szCs w:val="24"/>
          <w:shd w:val="clear" w:color="auto" w:fill="FFFFFF"/>
        </w:rPr>
        <w:t xml:space="preserve">,et </w:t>
      </w:r>
      <w:r w:rsidR="00DB3B40">
        <w:rPr>
          <w:color w:val="242424"/>
          <w:szCs w:val="24"/>
          <w:shd w:val="clear" w:color="auto" w:fill="FFFFFF"/>
        </w:rPr>
        <w:t xml:space="preserve">koostate SKP Invest OÜ tellimusel </w:t>
      </w:r>
      <w:r w:rsidR="00573D5A" w:rsidRPr="00573D5A">
        <w:rPr>
          <w:b/>
          <w:bCs/>
          <w:color w:val="242424"/>
          <w:szCs w:val="24"/>
          <w:shd w:val="clear" w:color="auto" w:fill="FFFFFF"/>
        </w:rPr>
        <w:t>Rammuka II</w:t>
      </w:r>
      <w:r w:rsidRPr="00595B96">
        <w:rPr>
          <w:color w:val="242424"/>
          <w:szCs w:val="24"/>
          <w:shd w:val="clear" w:color="auto" w:fill="FFFFFF"/>
        </w:rPr>
        <w:t xml:space="preserve"> uuringuruumis  geoloogilise uuringu</w:t>
      </w:r>
      <w:r w:rsidR="005975F9">
        <w:rPr>
          <w:color w:val="242424"/>
          <w:szCs w:val="24"/>
          <w:shd w:val="clear" w:color="auto" w:fill="FFFFFF"/>
        </w:rPr>
        <w:t xml:space="preserve"> </w:t>
      </w:r>
      <w:r w:rsidR="004E3B1A">
        <w:rPr>
          <w:color w:val="242424"/>
          <w:szCs w:val="24"/>
          <w:shd w:val="clear" w:color="auto" w:fill="FFFFFF"/>
        </w:rPr>
        <w:t>aruannet</w:t>
      </w:r>
      <w:r w:rsidR="00F956F7">
        <w:rPr>
          <w:color w:val="242424"/>
          <w:szCs w:val="24"/>
          <w:shd w:val="clear" w:color="auto" w:fill="FFFFFF"/>
        </w:rPr>
        <w:t xml:space="preserve">, millega soovitakse arvele võtta </w:t>
      </w:r>
      <w:r w:rsidR="00D37F89">
        <w:rPr>
          <w:color w:val="242424"/>
          <w:szCs w:val="24"/>
          <w:shd w:val="clear" w:color="auto" w:fill="FFFFFF"/>
        </w:rPr>
        <w:t>Rammuka kruusamaardla täiendav varu.</w:t>
      </w:r>
      <w:r w:rsidR="00554DB5" w:rsidRPr="00595B96">
        <w:rPr>
          <w:color w:val="242424"/>
          <w:szCs w:val="24"/>
          <w:shd w:val="clear" w:color="auto" w:fill="FFFFFF"/>
        </w:rPr>
        <w:t xml:space="preserve"> Uuringuruum</w:t>
      </w:r>
      <w:r w:rsidR="00C4319E">
        <w:rPr>
          <w:color w:val="242424"/>
          <w:szCs w:val="24"/>
          <w:shd w:val="clear" w:color="auto" w:fill="FFFFFF"/>
        </w:rPr>
        <w:t xml:space="preserve"> , mis koosneb kahest lahustükist </w:t>
      </w:r>
      <w:r w:rsidR="00E76870">
        <w:rPr>
          <w:color w:val="242424"/>
          <w:szCs w:val="24"/>
          <w:shd w:val="clear" w:color="auto" w:fill="FFFFFF"/>
        </w:rPr>
        <w:t xml:space="preserve">,mille vahel </w:t>
      </w:r>
      <w:r w:rsidR="00FF14FF">
        <w:rPr>
          <w:color w:val="242424"/>
          <w:szCs w:val="24"/>
          <w:shd w:val="clear" w:color="auto" w:fill="FFFFFF"/>
        </w:rPr>
        <w:t xml:space="preserve">kulgeb </w:t>
      </w:r>
      <w:r w:rsidR="00554DB5" w:rsidRPr="00595B96">
        <w:rPr>
          <w:color w:val="242424"/>
          <w:szCs w:val="24"/>
          <w:shd w:val="clear" w:color="auto" w:fill="FFFFFF"/>
        </w:rPr>
        <w:t xml:space="preserve"> </w:t>
      </w:r>
      <w:r w:rsidR="00A300CE">
        <w:rPr>
          <w:color w:val="242424"/>
          <w:szCs w:val="24"/>
          <w:shd w:val="clear" w:color="auto" w:fill="FFFFFF"/>
        </w:rPr>
        <w:t xml:space="preserve">RMK hallatav </w:t>
      </w:r>
      <w:r w:rsidR="00F305D3">
        <w:rPr>
          <w:color w:val="242424"/>
          <w:szCs w:val="24"/>
          <w:shd w:val="clear" w:color="auto" w:fill="FFFFFF"/>
        </w:rPr>
        <w:t>Jäärumetsa</w:t>
      </w:r>
      <w:r w:rsidR="00663AD2">
        <w:rPr>
          <w:color w:val="242424"/>
          <w:szCs w:val="24"/>
          <w:shd w:val="clear" w:color="auto" w:fill="FFFFFF"/>
        </w:rPr>
        <w:t>-Kilgi tee (katastritunnus 62401:001:06</w:t>
      </w:r>
      <w:r w:rsidR="00B20873">
        <w:rPr>
          <w:color w:val="242424"/>
          <w:szCs w:val="24"/>
          <w:shd w:val="clear" w:color="auto" w:fill="FFFFFF"/>
        </w:rPr>
        <w:t>57)</w:t>
      </w:r>
      <w:r w:rsidR="006F3C7B">
        <w:rPr>
          <w:color w:val="242424"/>
          <w:szCs w:val="24"/>
          <w:shd w:val="clear" w:color="auto" w:fill="FFFFFF"/>
        </w:rPr>
        <w:t>.</w:t>
      </w:r>
      <w:r w:rsidR="007A47B1">
        <w:rPr>
          <w:color w:val="242424"/>
          <w:szCs w:val="24"/>
          <w:shd w:val="clear" w:color="auto" w:fill="FFFFFF"/>
        </w:rPr>
        <w:t xml:space="preserve"> </w:t>
      </w:r>
      <w:r w:rsidR="00554DB5" w:rsidRPr="00595B96">
        <w:rPr>
          <w:color w:val="242424"/>
          <w:szCs w:val="24"/>
          <w:shd w:val="clear" w:color="auto" w:fill="FFFFFF"/>
        </w:rPr>
        <w:t xml:space="preserve"> </w:t>
      </w:r>
    </w:p>
    <w:p w14:paraId="1E596B18" w14:textId="7B68C9AE" w:rsidR="006C695B" w:rsidRPr="00595B96" w:rsidRDefault="00BA3914">
      <w:pPr>
        <w:rPr>
          <w:szCs w:val="24"/>
        </w:rPr>
      </w:pPr>
      <w:r w:rsidRPr="00595B96">
        <w:rPr>
          <w:szCs w:val="24"/>
        </w:rPr>
        <w:t xml:space="preserve">Olete esitanud  taotluse Riigimetsa Majandamise Keskusele (edaspidi RMK) </w:t>
      </w:r>
      <w:r w:rsidR="00F72DCB" w:rsidRPr="00595B96">
        <w:rPr>
          <w:szCs w:val="24"/>
        </w:rPr>
        <w:t>saamaks teada</w:t>
      </w:r>
      <w:r w:rsidRPr="00595B96">
        <w:rPr>
          <w:szCs w:val="24"/>
        </w:rPr>
        <w:t xml:space="preserve"> </w:t>
      </w:r>
      <w:r w:rsidR="006C695B" w:rsidRPr="00595B96">
        <w:rPr>
          <w:color w:val="242424"/>
          <w:szCs w:val="24"/>
          <w:shd w:val="clear" w:color="auto" w:fill="FFFFFF"/>
        </w:rPr>
        <w:t xml:space="preserve"> kui lai on </w:t>
      </w:r>
      <w:r w:rsidR="00C75C07">
        <w:rPr>
          <w:color w:val="242424"/>
          <w:szCs w:val="24"/>
          <w:shd w:val="clear" w:color="auto" w:fill="FFFFFF"/>
        </w:rPr>
        <w:t>eelnimetatud</w:t>
      </w:r>
      <w:r w:rsidR="006C695B" w:rsidRPr="00595B96">
        <w:rPr>
          <w:color w:val="242424"/>
          <w:szCs w:val="24"/>
          <w:shd w:val="clear" w:color="auto" w:fill="FFFFFF"/>
        </w:rPr>
        <w:t xml:space="preserve"> tee teekaitsevöönd ning milliste tingimustega peaksi</w:t>
      </w:r>
      <w:r w:rsidR="00734E4C">
        <w:rPr>
          <w:color w:val="242424"/>
          <w:szCs w:val="24"/>
          <w:shd w:val="clear" w:color="auto" w:fill="FFFFFF"/>
        </w:rPr>
        <w:t>t</w:t>
      </w:r>
      <w:r w:rsidR="006C695B" w:rsidRPr="00595B96">
        <w:rPr>
          <w:color w:val="242424"/>
          <w:szCs w:val="24"/>
          <w:shd w:val="clear" w:color="auto" w:fill="FFFFFF"/>
        </w:rPr>
        <w:t>e plokkide moodustamisel arvestama</w:t>
      </w:r>
      <w:r w:rsidR="004D2366" w:rsidRPr="00595B96">
        <w:rPr>
          <w:color w:val="242424"/>
          <w:szCs w:val="24"/>
          <w:shd w:val="clear" w:color="auto" w:fill="FFFFFF"/>
        </w:rPr>
        <w:t>.</w:t>
      </w:r>
    </w:p>
    <w:p w14:paraId="6D0386DA" w14:textId="2993055E" w:rsidR="00C32AB5" w:rsidRPr="00595B96" w:rsidRDefault="00474BFB">
      <w:pPr>
        <w:rPr>
          <w:szCs w:val="24"/>
        </w:rPr>
      </w:pPr>
      <w:r w:rsidRPr="00595B96">
        <w:rPr>
          <w:szCs w:val="24"/>
        </w:rPr>
        <w:t xml:space="preserve">RMK on tutvunud esitatud materjalidega </w:t>
      </w:r>
      <w:r w:rsidR="00925E90" w:rsidRPr="00595B96">
        <w:rPr>
          <w:szCs w:val="24"/>
        </w:rPr>
        <w:t xml:space="preserve">ja </w:t>
      </w:r>
      <w:r w:rsidRPr="00595B96">
        <w:rPr>
          <w:szCs w:val="24"/>
        </w:rPr>
        <w:t xml:space="preserve">määrab </w:t>
      </w:r>
      <w:r w:rsidR="00AF2E99">
        <w:rPr>
          <w:szCs w:val="24"/>
        </w:rPr>
        <w:t>Jäärumetsa-Kilgi</w:t>
      </w:r>
      <w:r w:rsidR="00F054F1">
        <w:rPr>
          <w:szCs w:val="24"/>
        </w:rPr>
        <w:t xml:space="preserve"> </w:t>
      </w:r>
      <w:r w:rsidR="00C32AB5" w:rsidRPr="00595B96">
        <w:rPr>
          <w:szCs w:val="24"/>
        </w:rPr>
        <w:t xml:space="preserve"> tee teekaitsevööndi</w:t>
      </w:r>
      <w:r w:rsidR="006B4CB8" w:rsidRPr="00595B96">
        <w:rPr>
          <w:szCs w:val="24"/>
        </w:rPr>
        <w:t xml:space="preserve"> </w:t>
      </w:r>
      <w:r w:rsidR="002D38AD" w:rsidRPr="00595B96">
        <w:rPr>
          <w:szCs w:val="24"/>
        </w:rPr>
        <w:t xml:space="preserve">laiuseks </w:t>
      </w:r>
      <w:r w:rsidR="00F054F1">
        <w:rPr>
          <w:szCs w:val="24"/>
        </w:rPr>
        <w:t>20</w:t>
      </w:r>
      <w:r w:rsidR="00C32AB5" w:rsidRPr="00595B96">
        <w:rPr>
          <w:szCs w:val="24"/>
        </w:rPr>
        <w:t xml:space="preserve"> ( </w:t>
      </w:r>
      <w:r w:rsidR="00F054F1">
        <w:rPr>
          <w:szCs w:val="24"/>
        </w:rPr>
        <w:t>kakskümmend</w:t>
      </w:r>
      <w:r w:rsidR="00C32AB5" w:rsidRPr="00595B96">
        <w:rPr>
          <w:szCs w:val="24"/>
        </w:rPr>
        <w:t xml:space="preserve"> ) meetri</w:t>
      </w:r>
      <w:r w:rsidR="000329BF" w:rsidRPr="00595B96">
        <w:rPr>
          <w:szCs w:val="24"/>
        </w:rPr>
        <w:t xml:space="preserve">t </w:t>
      </w:r>
      <w:r w:rsidR="00925E90" w:rsidRPr="00595B96">
        <w:rPr>
          <w:szCs w:val="24"/>
        </w:rPr>
        <w:t>mõõdetuna tee servast</w:t>
      </w:r>
      <w:r w:rsidR="00C32AB5" w:rsidRPr="00595B96">
        <w:rPr>
          <w:szCs w:val="24"/>
        </w:rPr>
        <w:t>.</w:t>
      </w:r>
    </w:p>
    <w:p w14:paraId="418DB0F8" w14:textId="20D64217" w:rsidR="00DB69F9" w:rsidRDefault="00075D9F">
      <w:pPr>
        <w:rPr>
          <w:szCs w:val="24"/>
        </w:rPr>
      </w:pPr>
      <w:r>
        <w:rPr>
          <w:szCs w:val="24"/>
        </w:rPr>
        <w:t>Varup</w:t>
      </w:r>
      <w:r w:rsidR="006C4DC9">
        <w:rPr>
          <w:szCs w:val="24"/>
        </w:rPr>
        <w:t xml:space="preserve">lokkide </w:t>
      </w:r>
      <w:r w:rsidR="008853E5">
        <w:rPr>
          <w:szCs w:val="24"/>
        </w:rPr>
        <w:t>moodustamisel</w:t>
      </w:r>
      <w:r w:rsidR="008236F4" w:rsidRPr="00595B96">
        <w:rPr>
          <w:szCs w:val="24"/>
        </w:rPr>
        <w:t xml:space="preserve"> tuleks</w:t>
      </w:r>
      <w:r w:rsidR="008853E5">
        <w:rPr>
          <w:szCs w:val="24"/>
        </w:rPr>
        <w:t xml:space="preserve"> arvestada</w:t>
      </w:r>
      <w:r w:rsidR="008236F4" w:rsidRPr="00595B96">
        <w:rPr>
          <w:szCs w:val="24"/>
        </w:rPr>
        <w:t xml:space="preserve">  </w:t>
      </w:r>
      <w:r>
        <w:rPr>
          <w:szCs w:val="24"/>
        </w:rPr>
        <w:t xml:space="preserve">asjaoluga , et RMK </w:t>
      </w:r>
      <w:r w:rsidR="0039701C">
        <w:rPr>
          <w:szCs w:val="24"/>
        </w:rPr>
        <w:t>näeb kaevandamise tulemuse</w:t>
      </w:r>
      <w:r w:rsidR="00916C66">
        <w:rPr>
          <w:szCs w:val="24"/>
        </w:rPr>
        <w:t>l</w:t>
      </w:r>
      <w:r w:rsidR="0039701C">
        <w:rPr>
          <w:szCs w:val="24"/>
        </w:rPr>
        <w:t xml:space="preserve"> tekkivat veekogu </w:t>
      </w:r>
      <w:r w:rsidR="002207AC">
        <w:rPr>
          <w:szCs w:val="24"/>
        </w:rPr>
        <w:t xml:space="preserve">ja selle ranna-ala </w:t>
      </w:r>
      <w:r w:rsidR="00C82A6B">
        <w:rPr>
          <w:szCs w:val="24"/>
        </w:rPr>
        <w:t xml:space="preserve">tulevikus </w:t>
      </w:r>
      <w:r w:rsidR="00916C66">
        <w:rPr>
          <w:szCs w:val="24"/>
        </w:rPr>
        <w:t xml:space="preserve">võimaliku </w:t>
      </w:r>
      <w:r w:rsidR="00316612">
        <w:rPr>
          <w:szCs w:val="24"/>
        </w:rPr>
        <w:t xml:space="preserve">külastuskorraldusliku </w:t>
      </w:r>
      <w:r w:rsidR="00BB4BAB">
        <w:rPr>
          <w:szCs w:val="24"/>
        </w:rPr>
        <w:t xml:space="preserve">objektina </w:t>
      </w:r>
      <w:r w:rsidR="005A6FCC">
        <w:rPr>
          <w:szCs w:val="24"/>
        </w:rPr>
        <w:t>.</w:t>
      </w:r>
    </w:p>
    <w:p w14:paraId="2977D5B7" w14:textId="43843262" w:rsidR="00474BFB" w:rsidRPr="00595B96" w:rsidRDefault="00916C66">
      <w:pPr>
        <w:rPr>
          <w:szCs w:val="24"/>
        </w:rPr>
        <w:sectPr w:rsidR="00474BFB" w:rsidRPr="00595B96" w:rsidSect="002C7C59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  <w:r>
        <w:rPr>
          <w:szCs w:val="24"/>
        </w:rPr>
        <w:t xml:space="preserve"> </w:t>
      </w:r>
      <w:r w:rsidR="008236F4" w:rsidRPr="00595B96">
        <w:rPr>
          <w:szCs w:val="24"/>
        </w:rPr>
        <w:t xml:space="preserve">   </w:t>
      </w:r>
    </w:p>
    <w:p w14:paraId="4BDDF7B1" w14:textId="77777777" w:rsidR="00E85637" w:rsidRDefault="00E85637"/>
    <w:p w14:paraId="1D742B07" w14:textId="77777777" w:rsidR="00E85637" w:rsidRDefault="00E85637"/>
    <w:p w14:paraId="0CA36A56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743320F5" w14:textId="77777777" w:rsidR="00E85637" w:rsidRDefault="00E85637"/>
    <w:p w14:paraId="68844E4A" w14:textId="77777777" w:rsidR="00E85637" w:rsidRDefault="00E85637"/>
    <w:p w14:paraId="36BC4D51" w14:textId="1F4BA379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6" w:name="Dropdown9"/>
      <w:r>
        <w:rPr>
          <w:spacing w:val="0"/>
          <w:position w:val="0"/>
        </w:rPr>
        <w:instrText xml:space="preserve"> FORMDROPDOWN </w:instrText>
      </w:r>
      <w:r w:rsidR="00000000">
        <w:rPr>
          <w:spacing w:val="0"/>
          <w:position w:val="0"/>
        </w:rPr>
      </w:r>
      <w:r w:rsidR="00000000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6"/>
    </w:p>
    <w:p w14:paraId="70EEED7F" w14:textId="77777777" w:rsidR="00E85637" w:rsidRDefault="00E85637"/>
    <w:p w14:paraId="191A0F82" w14:textId="77777777" w:rsidR="00E85637" w:rsidRDefault="00E85637">
      <w:pPr>
        <w:rPr>
          <w:sz w:val="14"/>
        </w:rPr>
      </w:pPr>
    </w:p>
    <w:p w14:paraId="17D1B722" w14:textId="77777777" w:rsidR="00E85637" w:rsidRDefault="00E85637">
      <w:pPr>
        <w:rPr>
          <w:sz w:val="2"/>
        </w:rPr>
      </w:pPr>
    </w:p>
    <w:p w14:paraId="636B6313" w14:textId="453C3C47" w:rsidR="00E85637" w:rsidRDefault="00B7608B">
      <w: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7" w:name="Text30"/>
      <w:r>
        <w:instrText xml:space="preserve"> FORMTEXT </w:instrText>
      </w:r>
      <w:r>
        <w:fldChar w:fldCharType="separate"/>
      </w:r>
      <w:r w:rsidR="00E10BA9">
        <w:rPr>
          <w:noProof/>
        </w:rPr>
        <w:t>Heiki Ärm</w:t>
      </w:r>
      <w:r>
        <w:fldChar w:fldCharType="end"/>
      </w:r>
      <w:bookmarkEnd w:id="7"/>
    </w:p>
    <w:p w14:paraId="29C4B3EF" w14:textId="5B2FA6FC" w:rsidR="00E85637" w:rsidRDefault="00B7608B">
      <w:r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8" w:name="Text32"/>
      <w:r>
        <w:instrText xml:space="preserve"> FORMTEXT </w:instrText>
      </w:r>
      <w:r>
        <w:fldChar w:fldCharType="separate"/>
      </w:r>
      <w:r w:rsidR="00595B96">
        <w:t>Edela regiooni</w:t>
      </w:r>
      <w:r w:rsidR="00E10BA9">
        <w:rPr>
          <w:noProof/>
        </w:rPr>
        <w:t xml:space="preserve"> metsaülem</w:t>
      </w:r>
      <w:r>
        <w:fldChar w:fldCharType="end"/>
      </w:r>
      <w:bookmarkEnd w:id="8"/>
    </w:p>
    <w:p w14:paraId="7A379E1B" w14:textId="77777777" w:rsidR="00E85637" w:rsidRDefault="00E85637"/>
    <w:p w14:paraId="42B95A2F" w14:textId="77777777" w:rsidR="00E85637" w:rsidRDefault="00E85637"/>
    <w:p w14:paraId="5BC597F6" w14:textId="50A9CB11" w:rsidR="00E85637" w:rsidRDefault="00B7608B">
      <w:r>
        <w:fldChar w:fldCharType="begin">
          <w:ffData>
            <w:name w:val=""/>
            <w:enabled/>
            <w:calcOnExit w:val="0"/>
            <w:helpText w:type="text" w:val="Sisestage siia lisa(d.&#10;&#10;Näiteks: Lisa: 4 lehel 1 eks&#10;&#10;Seejärel liikuge Tab klahviga järgmisele väljale."/>
            <w:statusText w:type="text" w:val="Sisestage siia lisa(d)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AE6FC9">
        <w:t>5031423</w:t>
      </w:r>
      <w:r>
        <w:fldChar w:fldCharType="end"/>
      </w:r>
    </w:p>
    <w:p w14:paraId="46639EDE" w14:textId="77777777" w:rsidR="00E85637" w:rsidRDefault="00E85637"/>
    <w:p w14:paraId="76D29711" w14:textId="77777777" w:rsidR="00E85637" w:rsidRDefault="00E85637"/>
    <w:p w14:paraId="07FA6103" w14:textId="77777777" w:rsidR="00E85637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9" w:name="Text2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2B68710E" w14:textId="77777777" w:rsidR="00E85637" w:rsidRDefault="00E85637"/>
    <w:p w14:paraId="60C5EC11" w14:textId="77777777" w:rsidR="00E85637" w:rsidRDefault="00E85637"/>
    <w:p w14:paraId="23FE3B0B" w14:textId="77777777" w:rsidR="00E85637" w:rsidRDefault="0015432F">
      <w: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B2BD9EE" w14:textId="77777777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10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  <w:r w:rsidR="00A9445B">
        <w:t xml:space="preserve"> </w:t>
      </w:r>
    </w:p>
    <w:sectPr w:rsidR="00356C40"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6E5CC" w14:textId="77777777" w:rsidR="000F66F5" w:rsidRDefault="000F66F5">
      <w:r>
        <w:separator/>
      </w:r>
    </w:p>
  </w:endnote>
  <w:endnote w:type="continuationSeparator" w:id="0">
    <w:p w14:paraId="4CCDF24B" w14:textId="77777777" w:rsidR="000F66F5" w:rsidRDefault="000F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2AF5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94FC6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1B8ED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08489" w14:textId="77777777" w:rsidR="000F66F5" w:rsidRDefault="000F66F5">
      <w:r>
        <w:separator/>
      </w:r>
    </w:p>
  </w:footnote>
  <w:footnote w:type="continuationSeparator" w:id="0">
    <w:p w14:paraId="39480930" w14:textId="77777777" w:rsidR="000F66F5" w:rsidRDefault="000F6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CC542" w14:textId="0A8118E1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2D0491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BCF8B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A87CF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1522888191">
    <w:abstractNumId w:val="0"/>
  </w:num>
  <w:num w:numId="2" w16cid:durableId="72425518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D5C"/>
    <w:rsid w:val="00004EB0"/>
    <w:rsid w:val="000329BF"/>
    <w:rsid w:val="00044FCD"/>
    <w:rsid w:val="00057FC6"/>
    <w:rsid w:val="0006623D"/>
    <w:rsid w:val="00075D9F"/>
    <w:rsid w:val="000B4257"/>
    <w:rsid w:val="000D31BC"/>
    <w:rsid w:val="000F66F5"/>
    <w:rsid w:val="0015432F"/>
    <w:rsid w:val="00165520"/>
    <w:rsid w:val="00187A2D"/>
    <w:rsid w:val="001956F4"/>
    <w:rsid w:val="001B3001"/>
    <w:rsid w:val="001C331B"/>
    <w:rsid w:val="001D139F"/>
    <w:rsid w:val="001E574A"/>
    <w:rsid w:val="002022B7"/>
    <w:rsid w:val="002207AC"/>
    <w:rsid w:val="00231DFB"/>
    <w:rsid w:val="00277582"/>
    <w:rsid w:val="002A3759"/>
    <w:rsid w:val="002C7C59"/>
    <w:rsid w:val="002D0491"/>
    <w:rsid w:val="002D38AD"/>
    <w:rsid w:val="002D5504"/>
    <w:rsid w:val="00316612"/>
    <w:rsid w:val="00326150"/>
    <w:rsid w:val="00356C40"/>
    <w:rsid w:val="0039701C"/>
    <w:rsid w:val="003A08B0"/>
    <w:rsid w:val="003B5619"/>
    <w:rsid w:val="003E292F"/>
    <w:rsid w:val="00436506"/>
    <w:rsid w:val="00441BEA"/>
    <w:rsid w:val="00447D23"/>
    <w:rsid w:val="0047104E"/>
    <w:rsid w:val="00474BFB"/>
    <w:rsid w:val="00491E34"/>
    <w:rsid w:val="004A447A"/>
    <w:rsid w:val="004D2366"/>
    <w:rsid w:val="004E3B1A"/>
    <w:rsid w:val="00500952"/>
    <w:rsid w:val="00522841"/>
    <w:rsid w:val="00554DB5"/>
    <w:rsid w:val="00573D5A"/>
    <w:rsid w:val="0057727D"/>
    <w:rsid w:val="00595B96"/>
    <w:rsid w:val="005975F9"/>
    <w:rsid w:val="005A6FCC"/>
    <w:rsid w:val="005F41AE"/>
    <w:rsid w:val="00632C8E"/>
    <w:rsid w:val="006615A1"/>
    <w:rsid w:val="00663AD2"/>
    <w:rsid w:val="006B4CB8"/>
    <w:rsid w:val="006C4DC9"/>
    <w:rsid w:val="006C695B"/>
    <w:rsid w:val="006E21B7"/>
    <w:rsid w:val="006F3C7B"/>
    <w:rsid w:val="00704BBF"/>
    <w:rsid w:val="00734E4C"/>
    <w:rsid w:val="0079035E"/>
    <w:rsid w:val="00795057"/>
    <w:rsid w:val="007A47B1"/>
    <w:rsid w:val="007B6C80"/>
    <w:rsid w:val="007B7275"/>
    <w:rsid w:val="007E0D20"/>
    <w:rsid w:val="007F482F"/>
    <w:rsid w:val="007F68A8"/>
    <w:rsid w:val="00815ED1"/>
    <w:rsid w:val="008236F4"/>
    <w:rsid w:val="00845FCB"/>
    <w:rsid w:val="008853E5"/>
    <w:rsid w:val="008B1038"/>
    <w:rsid w:val="008B5BDC"/>
    <w:rsid w:val="008C0A3A"/>
    <w:rsid w:val="00907430"/>
    <w:rsid w:val="00913523"/>
    <w:rsid w:val="00916C66"/>
    <w:rsid w:val="00925E90"/>
    <w:rsid w:val="009D3F3A"/>
    <w:rsid w:val="009F61B5"/>
    <w:rsid w:val="00A300CE"/>
    <w:rsid w:val="00A62FC4"/>
    <w:rsid w:val="00A63148"/>
    <w:rsid w:val="00A73896"/>
    <w:rsid w:val="00A9445B"/>
    <w:rsid w:val="00AA6DA9"/>
    <w:rsid w:val="00AB01DB"/>
    <w:rsid w:val="00AE6FC9"/>
    <w:rsid w:val="00AF2E99"/>
    <w:rsid w:val="00AF34FA"/>
    <w:rsid w:val="00AF670D"/>
    <w:rsid w:val="00B03441"/>
    <w:rsid w:val="00B20873"/>
    <w:rsid w:val="00B7608B"/>
    <w:rsid w:val="00BA3914"/>
    <w:rsid w:val="00BB32E2"/>
    <w:rsid w:val="00BB4BAB"/>
    <w:rsid w:val="00BF0803"/>
    <w:rsid w:val="00C02D50"/>
    <w:rsid w:val="00C32AB5"/>
    <w:rsid w:val="00C32B5E"/>
    <w:rsid w:val="00C366AA"/>
    <w:rsid w:val="00C4319E"/>
    <w:rsid w:val="00C52479"/>
    <w:rsid w:val="00C67247"/>
    <w:rsid w:val="00C75C07"/>
    <w:rsid w:val="00C82A6B"/>
    <w:rsid w:val="00CF0857"/>
    <w:rsid w:val="00D37F89"/>
    <w:rsid w:val="00D57CD8"/>
    <w:rsid w:val="00D93D5C"/>
    <w:rsid w:val="00DB0822"/>
    <w:rsid w:val="00DB3B40"/>
    <w:rsid w:val="00DB69F9"/>
    <w:rsid w:val="00E10BA9"/>
    <w:rsid w:val="00E270D5"/>
    <w:rsid w:val="00E55506"/>
    <w:rsid w:val="00E76870"/>
    <w:rsid w:val="00E807CB"/>
    <w:rsid w:val="00E80CF3"/>
    <w:rsid w:val="00E85637"/>
    <w:rsid w:val="00EC5BAE"/>
    <w:rsid w:val="00EC6E9D"/>
    <w:rsid w:val="00F04FCF"/>
    <w:rsid w:val="00F054F1"/>
    <w:rsid w:val="00F243B7"/>
    <w:rsid w:val="00F24E95"/>
    <w:rsid w:val="00F305D3"/>
    <w:rsid w:val="00F72DCB"/>
    <w:rsid w:val="00F94062"/>
    <w:rsid w:val="00F956F7"/>
    <w:rsid w:val="00FE7DE6"/>
    <w:rsid w:val="00FF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C5492E"/>
  <w15:docId w15:val="{935C1DF5-9AA0-44CF-AA9A-87B8AB43C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ikia\Downloads\kirjaplank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5C3939E17CE4CAC09D478EBF78AEE" ma:contentTypeVersion="9" ma:contentTypeDescription="Create a new document." ma:contentTypeScope="" ma:versionID="b96631813dfbc7f01487870feb363b5c">
  <xsd:schema xmlns:xsd="http://www.w3.org/2001/XMLSchema" xmlns:xs="http://www.w3.org/2001/XMLSchema" xmlns:p="http://schemas.microsoft.com/office/2006/metadata/properties" xmlns:ns3="3b9ebb5b-32c4-4bac-adc3-9c6b20a212e0" targetNamespace="http://schemas.microsoft.com/office/2006/metadata/properties" ma:root="true" ma:fieldsID="f52c8909d7acbde93f76d3d3b0a13e0d" ns3:_="">
    <xsd:import namespace="3b9ebb5b-32c4-4bac-adc3-9c6b20a212e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ebb5b-32c4-4bac-adc3-9c6b20a212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B9F25-C39D-4113-9FEC-FFA839F2E7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9ebb5b-32c4-4bac-adc3-9c6b20a212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6E889B-3168-4CC1-99AA-27686BD166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B774CA-40B9-4269-913D-E8381FF60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(3)</Template>
  <TotalTime>7</TotalTime>
  <Pages>2</Pages>
  <Words>208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1415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Heiki Ärm</dc:creator>
  <dc:description>Ver 6.0, 11.2018</dc:description>
  <cp:lastModifiedBy>Heiki Ärm</cp:lastModifiedBy>
  <cp:revision>3</cp:revision>
  <cp:lastPrinted>2024-06-27T09:40:00Z</cp:lastPrinted>
  <dcterms:created xsi:type="dcterms:W3CDTF">2024-06-28T11:52:00Z</dcterms:created>
  <dcterms:modified xsi:type="dcterms:W3CDTF">2024-06-28T14:31:00Z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0x010100D585C3939E17CE4CAC09D478EBF78AEE</vt:lpwstr>
  </property>
</Properties>
</file>